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A32EE" w14:textId="124B1657" w:rsidR="000F1D0D" w:rsidRDefault="00B12851" w:rsidP="00B12851">
      <w:pPr>
        <w:tabs>
          <w:tab w:val="left" w:pos="8925"/>
        </w:tabs>
        <w:ind w:left="142" w:firstLine="291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0CE97E13" w14:textId="77777777" w:rsidR="000F1D0D" w:rsidRDefault="000F1D0D" w:rsidP="000F1D0D">
      <w:pPr>
        <w:ind w:left="142" w:hanging="142"/>
        <w:jc w:val="both"/>
        <w:rPr>
          <w:rFonts w:ascii="Verdana" w:hAnsi="Verdana"/>
          <w:sz w:val="18"/>
          <w:szCs w:val="18"/>
        </w:rPr>
      </w:pPr>
    </w:p>
    <w:p w14:paraId="623257DB" w14:textId="77777777" w:rsidR="00B736D9" w:rsidRPr="00160DFB" w:rsidRDefault="00B736D9" w:rsidP="00B060E2">
      <w:pPr>
        <w:rPr>
          <w:rFonts w:ascii="Verdana" w:hAnsi="Verdana"/>
          <w:sz w:val="20"/>
        </w:rPr>
      </w:pPr>
    </w:p>
    <w:p w14:paraId="7269A7ED" w14:textId="77777777" w:rsidR="00FB648A" w:rsidRPr="00160DFB" w:rsidRDefault="00FB648A" w:rsidP="00B060E2">
      <w:pPr>
        <w:rPr>
          <w:rFonts w:ascii="Verdana" w:hAnsi="Verdana"/>
          <w:sz w:val="20"/>
        </w:rPr>
      </w:pPr>
    </w:p>
    <w:p w14:paraId="7103E668" w14:textId="71564F26" w:rsidR="00160DFB" w:rsidRPr="00937CDA" w:rsidRDefault="00937CDA" w:rsidP="00160DFB">
      <w:pPr>
        <w:pStyle w:val="Default"/>
        <w:ind w:right="-428"/>
        <w:jc w:val="center"/>
        <w:rPr>
          <w:rFonts w:ascii="Calibri" w:hAnsi="Calibri" w:cs="Arial"/>
          <w:b/>
          <w:sz w:val="28"/>
          <w:szCs w:val="28"/>
        </w:rPr>
      </w:pPr>
      <w:r w:rsidRPr="00937CDA">
        <w:rPr>
          <w:rFonts w:ascii="Calibri" w:hAnsi="Calibri" w:cs="Arial"/>
          <w:b/>
          <w:sz w:val="28"/>
          <w:szCs w:val="28"/>
        </w:rPr>
        <w:t>Progetto METTIAMOCI</w:t>
      </w:r>
      <w:r w:rsidR="00160DFB" w:rsidRPr="00937CDA">
        <w:rPr>
          <w:rFonts w:ascii="Calibri" w:hAnsi="Calibri" w:cs="Arial"/>
          <w:b/>
          <w:sz w:val="28"/>
          <w:szCs w:val="28"/>
        </w:rPr>
        <w:t xml:space="preserve"> ALLA PROVA</w:t>
      </w:r>
    </w:p>
    <w:p w14:paraId="3DAB1B38" w14:textId="77777777" w:rsidR="00160DFB" w:rsidRPr="00160DFB" w:rsidRDefault="00160DFB" w:rsidP="00160DFB">
      <w:pPr>
        <w:rPr>
          <w:b/>
          <w:sz w:val="20"/>
        </w:rPr>
      </w:pPr>
    </w:p>
    <w:tbl>
      <w:tblPr>
        <w:tblW w:w="8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50"/>
      </w:tblGrid>
      <w:tr w:rsidR="00160DFB" w:rsidRPr="00160DFB" w14:paraId="79A03444" w14:textId="77777777" w:rsidTr="00160DFB">
        <w:trPr>
          <w:trHeight w:val="395"/>
          <w:jc w:val="center"/>
        </w:trPr>
        <w:tc>
          <w:tcPr>
            <w:tcW w:w="8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FFB7F" w14:textId="77777777" w:rsidR="00160DFB" w:rsidRPr="00160DFB" w:rsidRDefault="00160DFB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160DFB">
              <w:rPr>
                <w:rFonts w:ascii="Tahoma" w:hAnsi="Tahoma" w:cs="Tahoma"/>
                <w:b/>
                <w:sz w:val="20"/>
              </w:rPr>
              <w:t xml:space="preserve">MODULO   DI   ADESIONE </w:t>
            </w:r>
          </w:p>
        </w:tc>
      </w:tr>
    </w:tbl>
    <w:p w14:paraId="1201FB95" w14:textId="77777777" w:rsidR="00160DFB" w:rsidRPr="00160DFB" w:rsidRDefault="00160DFB" w:rsidP="00160DFB">
      <w:pPr>
        <w:rPr>
          <w:rFonts w:ascii="Tahoma" w:hAnsi="Tahoma" w:cs="Tahoma"/>
          <w:sz w:val="20"/>
        </w:rPr>
      </w:pPr>
    </w:p>
    <w:p w14:paraId="7F49697C" w14:textId="77777777" w:rsidR="00160DFB" w:rsidRPr="00160DFB" w:rsidRDefault="00160DFB" w:rsidP="00160DFB">
      <w:pPr>
        <w:rPr>
          <w:rFonts w:ascii="Tahoma" w:hAnsi="Tahoma" w:cs="Tahoma"/>
          <w:b/>
          <w:sz w:val="20"/>
        </w:rPr>
      </w:pPr>
    </w:p>
    <w:tbl>
      <w:tblPr>
        <w:tblW w:w="10830" w:type="dxa"/>
        <w:tblInd w:w="-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455"/>
        <w:gridCol w:w="227"/>
        <w:gridCol w:w="418"/>
        <w:gridCol w:w="249"/>
        <w:gridCol w:w="41"/>
        <w:gridCol w:w="564"/>
        <w:gridCol w:w="563"/>
        <w:gridCol w:w="7"/>
        <w:gridCol w:w="567"/>
        <w:gridCol w:w="14"/>
        <w:gridCol w:w="13"/>
        <w:gridCol w:w="533"/>
        <w:gridCol w:w="7"/>
        <w:gridCol w:w="28"/>
        <w:gridCol w:w="674"/>
        <w:gridCol w:w="7"/>
        <w:gridCol w:w="709"/>
        <w:gridCol w:w="130"/>
        <w:gridCol w:w="91"/>
        <w:gridCol w:w="488"/>
        <w:gridCol w:w="267"/>
        <w:gridCol w:w="441"/>
        <w:gridCol w:w="412"/>
        <w:gridCol w:w="155"/>
        <w:gridCol w:w="567"/>
      </w:tblGrid>
      <w:tr w:rsidR="00160DFB" w:rsidRPr="00160DFB" w14:paraId="1DF030EE" w14:textId="77777777" w:rsidTr="00937CDA">
        <w:trPr>
          <w:trHeight w:val="648"/>
        </w:trPr>
        <w:tc>
          <w:tcPr>
            <w:tcW w:w="1083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0AD96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Istituto:</w:t>
            </w:r>
          </w:p>
        </w:tc>
      </w:tr>
      <w:tr w:rsidR="00160DFB" w:rsidRPr="00160DFB" w14:paraId="47118CC3" w14:textId="77777777" w:rsidTr="00160DFB">
        <w:trPr>
          <w:trHeight w:val="346"/>
        </w:trPr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1E158" w14:textId="77777777" w:rsidR="00160DFB" w:rsidRPr="00160DFB" w:rsidRDefault="00160DFB">
            <w:pPr>
              <w:jc w:val="right"/>
              <w:rPr>
                <w:rFonts w:ascii="Tahoma" w:hAnsi="Tahoma" w:cs="Tahoma"/>
                <w:b/>
                <w:sz w:val="20"/>
              </w:rPr>
            </w:pPr>
            <w:r w:rsidRPr="00160DFB">
              <w:rPr>
                <w:rFonts w:ascii="Tahoma" w:hAnsi="Tahoma" w:cs="Tahoma"/>
                <w:b/>
                <w:sz w:val="20"/>
              </w:rPr>
              <w:t>ATTIVITA’ SPORTIVE da scegliere</w:t>
            </w:r>
          </w:p>
        </w:tc>
        <w:tc>
          <w:tcPr>
            <w:tcW w:w="1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EC05D" w14:textId="77777777" w:rsidR="00160DFB" w:rsidRPr="00160DFB" w:rsidRDefault="00160DFB">
            <w:pPr>
              <w:jc w:val="center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TETRATHLON</w:t>
            </w:r>
          </w:p>
        </w:tc>
        <w:tc>
          <w:tcPr>
            <w:tcW w:w="1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68FFF" w14:textId="77777777" w:rsidR="00160DFB" w:rsidRPr="00160DFB" w:rsidRDefault="00160DFB">
            <w:pPr>
              <w:jc w:val="center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BASKET</w:t>
            </w:r>
          </w:p>
        </w:tc>
        <w:tc>
          <w:tcPr>
            <w:tcW w:w="1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EE5CE" w14:textId="77777777" w:rsidR="00160DFB" w:rsidRPr="00160DFB" w:rsidRDefault="00160DFB">
            <w:pPr>
              <w:jc w:val="center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BASEBALL</w:t>
            </w:r>
          </w:p>
        </w:tc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E434" w14:textId="485E2DF7" w:rsidR="00160DFB" w:rsidRPr="00160DFB" w:rsidRDefault="00160DFB">
            <w:pPr>
              <w:jc w:val="center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ORIENTEERING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98CF7" w14:textId="77777777" w:rsidR="00160DFB" w:rsidRPr="00160DFB" w:rsidRDefault="00160DFB">
            <w:pPr>
              <w:jc w:val="center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RUGBY</w:t>
            </w:r>
          </w:p>
        </w:tc>
      </w:tr>
      <w:tr w:rsidR="00160DFB" w:rsidRPr="00160DFB" w14:paraId="31A431A5" w14:textId="77777777" w:rsidTr="00160DFB">
        <w:trPr>
          <w:trHeight w:val="346"/>
        </w:trPr>
        <w:tc>
          <w:tcPr>
            <w:tcW w:w="3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F50D" w14:textId="77777777" w:rsidR="00160DFB" w:rsidRPr="00160DFB" w:rsidRDefault="00160DFB">
            <w:pPr>
              <w:jc w:val="right"/>
              <w:rPr>
                <w:rFonts w:ascii="Tahoma" w:hAnsi="Tahoma" w:cs="Tahoma"/>
                <w:b/>
                <w:sz w:val="20"/>
              </w:rPr>
            </w:pPr>
            <w:r w:rsidRPr="00160DFB">
              <w:rPr>
                <w:rFonts w:ascii="Tahoma" w:hAnsi="Tahoma" w:cs="Tahoma"/>
                <w:b/>
                <w:sz w:val="20"/>
              </w:rPr>
              <w:t>Barrare la scelta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2AFE3" w14:textId="77777777" w:rsidR="00160DFB" w:rsidRPr="00160DFB" w:rsidRDefault="00160DFB">
            <w:pPr>
              <w:jc w:val="center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sì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29233" w14:textId="77777777" w:rsidR="00160DFB" w:rsidRPr="00160DFB" w:rsidRDefault="00160DFB">
            <w:pPr>
              <w:jc w:val="center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no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F7661" w14:textId="77777777" w:rsidR="00160DFB" w:rsidRPr="00160DFB" w:rsidRDefault="00160DFB">
            <w:pPr>
              <w:jc w:val="center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sì</w:t>
            </w:r>
          </w:p>
        </w:tc>
        <w:tc>
          <w:tcPr>
            <w:tcW w:w="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D6EDC" w14:textId="77777777" w:rsidR="00160DFB" w:rsidRPr="00160DFB" w:rsidRDefault="00160DFB">
            <w:pPr>
              <w:jc w:val="center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no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2BF12" w14:textId="77777777" w:rsidR="00160DFB" w:rsidRPr="00160DFB" w:rsidRDefault="00160DFB">
            <w:pPr>
              <w:jc w:val="center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sì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8E485" w14:textId="77777777" w:rsidR="00160DFB" w:rsidRPr="00160DFB" w:rsidRDefault="00160DFB">
            <w:pPr>
              <w:jc w:val="center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no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360AA" w14:textId="77777777" w:rsidR="00160DFB" w:rsidRPr="00160DFB" w:rsidRDefault="00160DFB">
            <w:pPr>
              <w:jc w:val="center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sì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022E3" w14:textId="77777777" w:rsidR="00160DFB" w:rsidRPr="00160DFB" w:rsidRDefault="00160DFB">
            <w:pPr>
              <w:jc w:val="center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no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74E8F" w14:textId="77777777" w:rsidR="00160DFB" w:rsidRPr="00160DFB" w:rsidRDefault="00160DFB">
            <w:pPr>
              <w:jc w:val="center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sì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D9399" w14:textId="77777777" w:rsidR="00160DFB" w:rsidRPr="00160DFB" w:rsidRDefault="00160DFB">
            <w:pPr>
              <w:jc w:val="center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no</w:t>
            </w:r>
          </w:p>
        </w:tc>
      </w:tr>
      <w:tr w:rsidR="00160DFB" w:rsidRPr="00160DFB" w14:paraId="6112B007" w14:textId="77777777" w:rsidTr="00160DFB">
        <w:trPr>
          <w:trHeight w:val="346"/>
        </w:trPr>
        <w:tc>
          <w:tcPr>
            <w:tcW w:w="1083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CFB83" w14:textId="77777777" w:rsidR="00937CDA" w:rsidRDefault="00937CDA">
            <w:pPr>
              <w:jc w:val="both"/>
              <w:rPr>
                <w:rFonts w:ascii="Tahoma" w:hAnsi="Tahoma" w:cs="Tahoma"/>
                <w:sz w:val="20"/>
              </w:rPr>
            </w:pPr>
          </w:p>
          <w:p w14:paraId="172AD3F9" w14:textId="387D80D1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Classi partecipanti</w:t>
            </w:r>
            <w:r w:rsidRPr="00160DFB">
              <w:rPr>
                <w:rFonts w:ascii="Tahoma" w:hAnsi="Tahoma" w:cs="Tahoma"/>
                <w:sz w:val="20"/>
              </w:rPr>
              <w:t xml:space="preserve"> nel </w:t>
            </w:r>
            <w:r w:rsidR="00937CDA" w:rsidRPr="00160DFB">
              <w:rPr>
                <w:rFonts w:ascii="Tahoma" w:hAnsi="Tahoma" w:cs="Tahoma"/>
                <w:sz w:val="20"/>
              </w:rPr>
              <w:t>plesso 1</w:t>
            </w:r>
            <w:r w:rsidRPr="00160DFB">
              <w:rPr>
                <w:rFonts w:ascii="Tahoma" w:hAnsi="Tahoma" w:cs="Tahoma"/>
                <w:sz w:val="20"/>
              </w:rPr>
              <w:t>:</w:t>
            </w:r>
          </w:p>
        </w:tc>
      </w:tr>
      <w:tr w:rsidR="00160DFB" w:rsidRPr="00160DFB" w14:paraId="1CEEB67A" w14:textId="77777777" w:rsidTr="00937CDA">
        <w:trPr>
          <w:trHeight w:val="498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7DBB4" w14:textId="77777777" w:rsidR="00160DFB" w:rsidRPr="00160DFB" w:rsidRDefault="00160DFB">
            <w:pPr>
              <w:jc w:val="right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 xml:space="preserve">classe 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5617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980E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39E9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7DE8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F417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E2C8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F6FD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03B3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E849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EE8A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22EA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2B5F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160DFB" w:rsidRPr="00160DFB" w14:paraId="54E3C891" w14:textId="77777777" w:rsidTr="00937CDA">
        <w:trPr>
          <w:trHeight w:val="548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B2D6E" w14:textId="77777777" w:rsidR="00160DFB" w:rsidRPr="00160DFB" w:rsidRDefault="00160DFB">
            <w:pPr>
              <w:jc w:val="right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 xml:space="preserve">Numero alunni  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96E6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C966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31B5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DCEC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206E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D581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A2E2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9CF4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2937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DE1A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4AFC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8095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160DFB" w:rsidRPr="00160DFB" w14:paraId="23BAD385" w14:textId="77777777" w:rsidTr="00160DFB">
        <w:trPr>
          <w:trHeight w:val="346"/>
        </w:trPr>
        <w:tc>
          <w:tcPr>
            <w:tcW w:w="1083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85520" w14:textId="616A1914" w:rsid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Classi partecipanti</w:t>
            </w:r>
            <w:r w:rsidRPr="00160DFB">
              <w:rPr>
                <w:rFonts w:ascii="Tahoma" w:hAnsi="Tahoma" w:cs="Tahoma"/>
                <w:sz w:val="20"/>
              </w:rPr>
              <w:t xml:space="preserve"> nel </w:t>
            </w:r>
            <w:r w:rsidR="00937CDA" w:rsidRPr="00160DFB">
              <w:rPr>
                <w:rFonts w:ascii="Tahoma" w:hAnsi="Tahoma" w:cs="Tahoma"/>
                <w:sz w:val="20"/>
              </w:rPr>
              <w:t>plesso 2:</w:t>
            </w:r>
          </w:p>
          <w:p w14:paraId="15962831" w14:textId="77777777" w:rsidR="00937CDA" w:rsidRDefault="00937CDA">
            <w:pPr>
              <w:jc w:val="both"/>
              <w:rPr>
                <w:rFonts w:ascii="Tahoma" w:hAnsi="Tahoma" w:cs="Tahoma"/>
                <w:sz w:val="20"/>
              </w:rPr>
            </w:pPr>
          </w:p>
          <w:tbl>
            <w:tblPr>
              <w:tblW w:w="108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03"/>
              <w:gridCol w:w="682"/>
              <w:gridCol w:w="708"/>
              <w:gridCol w:w="564"/>
              <w:gridCol w:w="570"/>
              <w:gridCol w:w="581"/>
              <w:gridCol w:w="581"/>
              <w:gridCol w:w="681"/>
              <w:gridCol w:w="709"/>
              <w:gridCol w:w="709"/>
              <w:gridCol w:w="708"/>
              <w:gridCol w:w="567"/>
              <w:gridCol w:w="567"/>
            </w:tblGrid>
            <w:tr w:rsidR="00937CDA" w:rsidRPr="00160DFB" w14:paraId="55081CAF" w14:textId="77777777" w:rsidTr="00937CDA">
              <w:trPr>
                <w:trHeight w:val="492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9099B9" w14:textId="77777777" w:rsidR="00937CDA" w:rsidRPr="00160DFB" w:rsidRDefault="00937CDA" w:rsidP="00937CDA">
                  <w:pPr>
                    <w:jc w:val="right"/>
                    <w:rPr>
                      <w:rFonts w:ascii="Tahoma" w:hAnsi="Tahoma" w:cs="Tahoma"/>
                      <w:sz w:val="20"/>
                    </w:rPr>
                  </w:pPr>
                  <w:r w:rsidRPr="00160DFB">
                    <w:rPr>
                      <w:rFonts w:ascii="Tahoma" w:hAnsi="Tahoma" w:cs="Tahoma"/>
                      <w:sz w:val="20"/>
                    </w:rPr>
                    <w:t xml:space="preserve">classe 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661159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42D37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37856D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6768C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EAB6F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037B3E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9BE306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12D6E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89D0B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D7ECB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061CBE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98D8C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  <w:tr w:rsidR="00937CDA" w:rsidRPr="00160DFB" w14:paraId="5655B2C7" w14:textId="77777777" w:rsidTr="00937CDA">
              <w:trPr>
                <w:trHeight w:val="569"/>
              </w:trPr>
              <w:tc>
                <w:tcPr>
                  <w:tcW w:w="3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4143D6" w14:textId="77777777" w:rsidR="00937CDA" w:rsidRPr="00160DFB" w:rsidRDefault="00937CDA" w:rsidP="00937CDA">
                  <w:pPr>
                    <w:jc w:val="right"/>
                    <w:rPr>
                      <w:rFonts w:ascii="Tahoma" w:hAnsi="Tahoma" w:cs="Tahoma"/>
                      <w:sz w:val="20"/>
                    </w:rPr>
                  </w:pPr>
                  <w:r w:rsidRPr="00160DFB">
                    <w:rPr>
                      <w:rFonts w:ascii="Tahoma" w:hAnsi="Tahoma" w:cs="Tahoma"/>
                      <w:sz w:val="20"/>
                    </w:rPr>
                    <w:t xml:space="preserve">Numero alunni  </w:t>
                  </w:r>
                </w:p>
              </w:tc>
              <w:tc>
                <w:tcPr>
                  <w:tcW w:w="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42F8C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100A7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F2C4A2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E5D02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2ED9D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92A2B5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8F191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D80C3C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A3B5B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A3D891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80997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54DAAB" w14:textId="77777777" w:rsidR="00937CDA" w:rsidRPr="00160DFB" w:rsidRDefault="00937CDA" w:rsidP="00937CDA">
                  <w:pPr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</w:tbl>
          <w:p w14:paraId="41924701" w14:textId="4E365636" w:rsidR="00937CDA" w:rsidRPr="00160DFB" w:rsidRDefault="00937CDA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160DFB" w:rsidRPr="00160DFB" w14:paraId="65D4A279" w14:textId="77777777" w:rsidTr="00160DFB">
        <w:trPr>
          <w:trHeight w:val="346"/>
        </w:trPr>
        <w:tc>
          <w:tcPr>
            <w:tcW w:w="1083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CC8A" w14:textId="6A191B90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Classi partecipanti</w:t>
            </w:r>
            <w:r w:rsidRPr="00160DFB">
              <w:rPr>
                <w:rFonts w:ascii="Tahoma" w:hAnsi="Tahoma" w:cs="Tahoma"/>
                <w:sz w:val="20"/>
              </w:rPr>
              <w:t xml:space="preserve"> nel </w:t>
            </w:r>
            <w:r w:rsidR="00937CDA" w:rsidRPr="00160DFB">
              <w:rPr>
                <w:rFonts w:ascii="Tahoma" w:hAnsi="Tahoma" w:cs="Tahoma"/>
                <w:sz w:val="20"/>
              </w:rPr>
              <w:t>plesso 3:</w:t>
            </w:r>
          </w:p>
        </w:tc>
      </w:tr>
      <w:tr w:rsidR="00160DFB" w:rsidRPr="00160DFB" w14:paraId="42DE5087" w14:textId="77777777" w:rsidTr="00937CDA">
        <w:trPr>
          <w:trHeight w:val="551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DBB8" w14:textId="77777777" w:rsidR="00160DFB" w:rsidRPr="00160DFB" w:rsidRDefault="00160DFB">
            <w:pPr>
              <w:jc w:val="right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 xml:space="preserve">classe 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DA90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B369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889B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6465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5879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F55E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0811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43C0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F2D8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16FF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F5E6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5A69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</w:tr>
      <w:tr w:rsidR="00160DFB" w:rsidRPr="00160DFB" w14:paraId="27475250" w14:textId="77777777" w:rsidTr="00937CDA">
        <w:trPr>
          <w:trHeight w:val="559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41179" w14:textId="77777777" w:rsidR="00160DFB" w:rsidRPr="00160DFB" w:rsidRDefault="00160DFB">
            <w:pPr>
              <w:jc w:val="right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 xml:space="preserve">Numero alunni  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4545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3AA3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5F80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74A3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6176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DA50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FEDC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28EB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A7E6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E505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A8B7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3B4A" w14:textId="77777777" w:rsidR="00160DFB" w:rsidRPr="00160DFB" w:rsidRDefault="00160DFB">
            <w:pPr>
              <w:rPr>
                <w:rFonts w:ascii="Tahoma" w:hAnsi="Tahoma" w:cs="Tahoma"/>
                <w:sz w:val="20"/>
              </w:rPr>
            </w:pPr>
          </w:p>
        </w:tc>
      </w:tr>
      <w:tr w:rsidR="00160DFB" w:rsidRPr="00160DFB" w14:paraId="20798E12" w14:textId="77777777" w:rsidTr="00160DFB">
        <w:trPr>
          <w:trHeight w:val="346"/>
        </w:trPr>
        <w:tc>
          <w:tcPr>
            <w:tcW w:w="850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D8506" w14:textId="71DBA70E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Docente referente</w:t>
            </w:r>
          </w:p>
        </w:tc>
        <w:tc>
          <w:tcPr>
            <w:tcW w:w="2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3FB3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160DFB" w:rsidRPr="00160DFB" w14:paraId="1DC4F626" w14:textId="77777777" w:rsidTr="00160DFB">
        <w:trPr>
          <w:trHeight w:val="350"/>
        </w:trPr>
        <w:tc>
          <w:tcPr>
            <w:tcW w:w="850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C0C6C" w14:textId="56B1D521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RECAPITO TELEFONICO</w:t>
            </w:r>
            <w:r w:rsidRPr="00160DFB">
              <w:rPr>
                <w:rFonts w:ascii="Tahoma" w:hAnsi="Tahoma" w:cs="Tahoma"/>
                <w:sz w:val="20"/>
              </w:rPr>
              <w:t xml:space="preserve">: </w:t>
            </w:r>
          </w:p>
        </w:tc>
        <w:tc>
          <w:tcPr>
            <w:tcW w:w="2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7ACD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160DFB" w:rsidRPr="00160DFB" w14:paraId="3C46C16C" w14:textId="77777777" w:rsidTr="00160DFB">
        <w:trPr>
          <w:trHeight w:val="381"/>
        </w:trPr>
        <w:tc>
          <w:tcPr>
            <w:tcW w:w="850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3C3F5" w14:textId="5B4D76B2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  <w:r w:rsidRPr="00160DFB">
              <w:rPr>
                <w:rFonts w:ascii="Tahoma" w:hAnsi="Tahoma" w:cs="Tahoma"/>
                <w:sz w:val="20"/>
              </w:rPr>
              <w:t>RECAPITO E-MAIL</w:t>
            </w:r>
            <w:r w:rsidRPr="00160DFB">
              <w:rPr>
                <w:rFonts w:ascii="Tahoma" w:hAnsi="Tahoma" w:cs="Tahoma"/>
                <w:sz w:val="20"/>
              </w:rPr>
              <w:t xml:space="preserve">: </w:t>
            </w:r>
          </w:p>
        </w:tc>
        <w:tc>
          <w:tcPr>
            <w:tcW w:w="2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51A9" w14:textId="77777777" w:rsidR="00160DFB" w:rsidRPr="00160DFB" w:rsidRDefault="00160DFB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14:paraId="51C6068A" w14:textId="23FCD749" w:rsidR="00160DFB" w:rsidRPr="00160DFB" w:rsidRDefault="00160DFB" w:rsidP="00937CDA">
      <w:pPr>
        <w:jc w:val="center"/>
        <w:rPr>
          <w:rFonts w:ascii="Tahoma" w:hAnsi="Tahoma" w:cs="Tahoma"/>
          <w:sz w:val="20"/>
        </w:rPr>
      </w:pPr>
      <w:r w:rsidRPr="00160DFB">
        <w:rPr>
          <w:rFonts w:ascii="Tahoma" w:hAnsi="Tahoma" w:cs="Tahoma"/>
          <w:sz w:val="20"/>
        </w:rPr>
        <w:t xml:space="preserve">                                                                                                         </w:t>
      </w:r>
      <w:r w:rsidRPr="00160DFB">
        <w:rPr>
          <w:rFonts w:ascii="Tahoma" w:hAnsi="Tahoma" w:cs="Tahoma"/>
          <w:sz w:val="20"/>
        </w:rPr>
        <w:tab/>
      </w:r>
    </w:p>
    <w:p w14:paraId="34F5CC9A" w14:textId="76A68FF4" w:rsidR="00160DFB" w:rsidRPr="00160DFB" w:rsidRDefault="00160DFB" w:rsidP="00160DFB">
      <w:pPr>
        <w:pStyle w:val="Paragrafoelenco"/>
        <w:ind w:left="0"/>
        <w:jc w:val="center"/>
        <w:rPr>
          <w:rFonts w:ascii="Arial" w:hAnsi="Arial" w:cs="Arial"/>
          <w:b/>
          <w:sz w:val="20"/>
        </w:rPr>
      </w:pPr>
      <w:r w:rsidRPr="00160DFB">
        <w:rPr>
          <w:rFonts w:ascii="Arial" w:hAnsi="Arial" w:cs="Arial"/>
          <w:b/>
          <w:sz w:val="20"/>
        </w:rPr>
        <w:t xml:space="preserve">Adesioni entro il </w:t>
      </w:r>
      <w:r>
        <w:rPr>
          <w:rFonts w:ascii="Arial" w:hAnsi="Arial" w:cs="Arial"/>
          <w:b/>
          <w:sz w:val="20"/>
        </w:rPr>
        <w:t>6 MARZO</w:t>
      </w:r>
      <w:r w:rsidRPr="00160DFB">
        <w:rPr>
          <w:rFonts w:ascii="Arial" w:hAnsi="Arial" w:cs="Arial"/>
          <w:b/>
          <w:sz w:val="20"/>
        </w:rPr>
        <w:t xml:space="preserve"> 2022 compilando la scheda allegata ed inviandola via mail a </w:t>
      </w:r>
      <w:hyperlink r:id="rId7" w:history="1">
        <w:r w:rsidRPr="00377EC5">
          <w:rPr>
            <w:rStyle w:val="Collegamentoipertestuale"/>
            <w:rFonts w:ascii="Arial" w:hAnsi="Arial" w:cs="Arial"/>
            <w:b/>
            <w:sz w:val="20"/>
          </w:rPr>
          <w:t>ustbelluno.educazionefisica@istruzione.it</w:t>
        </w:r>
      </w:hyperlink>
      <w:r>
        <w:rPr>
          <w:rFonts w:ascii="Arial" w:hAnsi="Arial" w:cs="Arial"/>
          <w:b/>
          <w:sz w:val="20"/>
        </w:rPr>
        <w:t xml:space="preserve"> </w:t>
      </w:r>
    </w:p>
    <w:p w14:paraId="54B70789" w14:textId="77777777" w:rsidR="00160DFB" w:rsidRPr="00160DFB" w:rsidRDefault="00160DFB" w:rsidP="00160DFB">
      <w:pPr>
        <w:ind w:left="-284"/>
        <w:rPr>
          <w:rFonts w:ascii="Tahoma" w:hAnsi="Tahoma" w:cs="Tahoma"/>
          <w:sz w:val="20"/>
        </w:rPr>
      </w:pPr>
    </w:p>
    <w:p w14:paraId="0CA8F993" w14:textId="77777777" w:rsidR="00160DFB" w:rsidRPr="00160DFB" w:rsidRDefault="00160DFB" w:rsidP="00160DFB">
      <w:pPr>
        <w:ind w:left="-284"/>
        <w:rPr>
          <w:rFonts w:ascii="Tahoma" w:hAnsi="Tahoma" w:cs="Tahoma"/>
          <w:sz w:val="20"/>
        </w:rPr>
      </w:pPr>
      <w:r w:rsidRPr="00160DFB">
        <w:rPr>
          <w:rFonts w:ascii="Tahoma" w:hAnsi="Tahoma" w:cs="Tahoma"/>
          <w:sz w:val="20"/>
        </w:rPr>
        <w:t>Data ______________________-                                                       Timbro e Firma del Dirigente Scolastico</w:t>
      </w:r>
    </w:p>
    <w:p w14:paraId="2BBD7DC1" w14:textId="7B3488F1" w:rsidR="00591D4A" w:rsidRPr="00FB648A" w:rsidRDefault="00591D4A" w:rsidP="00FB648A">
      <w:pPr>
        <w:rPr>
          <w:sz w:val="18"/>
          <w:szCs w:val="18"/>
        </w:rPr>
      </w:pPr>
    </w:p>
    <w:sectPr w:rsidR="00591D4A" w:rsidRPr="00FB648A" w:rsidSect="00B808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77" w:right="720" w:bottom="720" w:left="720" w:header="568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4166C" w14:textId="77777777" w:rsidR="00CB1CA8" w:rsidRDefault="00CB1CA8">
      <w:r>
        <w:separator/>
      </w:r>
    </w:p>
  </w:endnote>
  <w:endnote w:type="continuationSeparator" w:id="0">
    <w:p w14:paraId="024D187F" w14:textId="77777777" w:rsidR="00CB1CA8" w:rsidRDefault="00CB1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E3ADC" w14:textId="77777777" w:rsidR="00B808AB" w:rsidRDefault="00B808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B6386" w14:textId="77777777" w:rsidR="00652F28" w:rsidRDefault="00BE674C">
    <w:pPr>
      <w:pStyle w:val="Pidipagina"/>
      <w:pBdr>
        <w:bottom w:val="single" w:sz="12" w:space="1" w:color="00000A"/>
      </w:pBd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CF14BB1" wp14:editId="6FF18A28">
              <wp:simplePos x="0" y="0"/>
              <wp:positionH relativeFrom="column">
                <wp:posOffset>-60960</wp:posOffset>
              </wp:positionH>
              <wp:positionV relativeFrom="paragraph">
                <wp:posOffset>172720</wp:posOffset>
              </wp:positionV>
              <wp:extent cx="705485" cy="638810"/>
              <wp:effectExtent l="0" t="0" r="0" b="0"/>
              <wp:wrapNone/>
              <wp:docPr id="3" name="Immagine 8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548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4CE4BF" id="Immagine 8" o:spid="_x0000_s1026" style="position:absolute;margin-left:-4.8pt;margin-top:13.6pt;width:55.55pt;height:50.3pt;z-index:-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" stroked="f"/>
          </w:pict>
        </mc:Fallback>
      </mc:AlternateContent>
    </w:r>
  </w:p>
  <w:p w14:paraId="159346B2" w14:textId="212808B9" w:rsidR="00B060E2" w:rsidRPr="00AE2838" w:rsidRDefault="00B060E2" w:rsidP="00B060E2">
    <w:pPr>
      <w:jc w:val="center"/>
      <w:rPr>
        <w:rFonts w:ascii="Verdana" w:hAnsi="Verdana"/>
        <w:i/>
        <w:color w:val="002060"/>
        <w:sz w:val="22"/>
        <w:szCs w:val="22"/>
      </w:rPr>
    </w:pPr>
    <w:r w:rsidRPr="00AE2838">
      <w:rPr>
        <w:rFonts w:ascii="Verdana" w:hAnsi="Verdana"/>
        <w:i/>
        <w:color w:val="002060"/>
        <w:sz w:val="22"/>
        <w:szCs w:val="22"/>
      </w:rPr>
      <w:t xml:space="preserve">C.F. 80015150271 – CODICE UNIVOCO FATTURAZIONE </w:t>
    </w:r>
    <w:r w:rsidR="00A71E62">
      <w:rPr>
        <w:rFonts w:ascii="Verdana" w:hAnsi="Verdana"/>
        <w:i/>
        <w:color w:val="002060"/>
        <w:sz w:val="22"/>
        <w:szCs w:val="22"/>
      </w:rPr>
      <w:t>9L2WQN</w:t>
    </w:r>
  </w:p>
  <w:p w14:paraId="4E0BE8E3" w14:textId="11D44E6D" w:rsidR="00B060E2" w:rsidRPr="00AE2838" w:rsidRDefault="00B060E2" w:rsidP="00B060E2">
    <w:pPr>
      <w:jc w:val="center"/>
      <w:textAlignment w:val="auto"/>
      <w:rPr>
        <w:rFonts w:ascii="Verdana" w:hAnsi="Verdana"/>
        <w:i/>
        <w:color w:val="002060"/>
        <w:sz w:val="22"/>
        <w:szCs w:val="22"/>
      </w:rPr>
    </w:pPr>
    <w:proofErr w:type="gramStart"/>
    <w:r w:rsidRPr="00AE2838">
      <w:rPr>
        <w:rFonts w:ascii="Verdana" w:hAnsi="Verdana"/>
        <w:i/>
        <w:color w:val="002060"/>
        <w:sz w:val="22"/>
        <w:szCs w:val="22"/>
      </w:rPr>
      <w:t>Telefono  0437</w:t>
    </w:r>
    <w:proofErr w:type="gramEnd"/>
    <w:r w:rsidRPr="00AE2838">
      <w:rPr>
        <w:rFonts w:ascii="Verdana" w:hAnsi="Verdana"/>
        <w:i/>
        <w:color w:val="002060"/>
        <w:sz w:val="22"/>
        <w:szCs w:val="22"/>
      </w:rPr>
      <w:t xml:space="preserve"> 26941 </w:t>
    </w:r>
  </w:p>
  <w:p w14:paraId="39F23E95" w14:textId="59183F49" w:rsidR="00B060E2" w:rsidRPr="00AE2838" w:rsidRDefault="00B060E2" w:rsidP="00B060E2">
    <w:pPr>
      <w:jc w:val="center"/>
      <w:rPr>
        <w:rFonts w:ascii="Verdana" w:hAnsi="Verdana"/>
        <w:i/>
        <w:color w:val="002060"/>
        <w:sz w:val="22"/>
        <w:szCs w:val="22"/>
      </w:rPr>
    </w:pPr>
    <w:proofErr w:type="spellStart"/>
    <w:r w:rsidRPr="00AE2838">
      <w:rPr>
        <w:rFonts w:ascii="Verdana" w:hAnsi="Verdana"/>
        <w:i/>
        <w:color w:val="002060"/>
        <w:sz w:val="22"/>
        <w:szCs w:val="22"/>
      </w:rPr>
      <w:t>Pec</w:t>
    </w:r>
    <w:proofErr w:type="spellEnd"/>
    <w:r w:rsidRPr="00AE2838">
      <w:rPr>
        <w:rFonts w:ascii="Verdana" w:hAnsi="Verdana"/>
        <w:i/>
        <w:color w:val="002060"/>
        <w:sz w:val="22"/>
        <w:szCs w:val="22"/>
      </w:rPr>
      <w:t>: uspbl@postacert.istruzione.it – e-mail usp.bl@istruzione.it</w:t>
    </w:r>
  </w:p>
  <w:p w14:paraId="2A90F1A6" w14:textId="511B9F09" w:rsidR="00B060E2" w:rsidRDefault="00B060E2" w:rsidP="00591D4A">
    <w:pPr>
      <w:textAlignment w:val="auto"/>
      <w:rPr>
        <w:rFonts w:asciiTheme="minorHAnsi" w:eastAsiaTheme="minorHAnsi" w:hAnsiTheme="minorHAnsi" w:cs="Verdana"/>
        <w:lang w:eastAsia="en-US"/>
      </w:rPr>
    </w:pPr>
  </w:p>
  <w:p w14:paraId="0F853D29" w14:textId="77777777" w:rsidR="00591D4A" w:rsidRPr="0004596B" w:rsidRDefault="00591D4A" w:rsidP="00591D4A">
    <w:pPr>
      <w:textAlignment w:val="auto"/>
      <w:rPr>
        <w:rFonts w:asciiTheme="minorHAnsi" w:eastAsiaTheme="minorHAnsi" w:hAnsiTheme="minorHAnsi" w:cs="Verdana"/>
        <w:lang w:eastAsia="en-US"/>
      </w:rPr>
    </w:pPr>
  </w:p>
  <w:p w14:paraId="3ED79A17" w14:textId="77777777" w:rsidR="00B060E2" w:rsidRDefault="00B060E2">
    <w:pPr>
      <w:overflowPunct w:val="0"/>
      <w:spacing w:line="252" w:lineRule="auto"/>
      <w:ind w:left="38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61B76" w14:textId="77777777" w:rsidR="00B808AB" w:rsidRDefault="00B80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6B66F" w14:textId="77777777" w:rsidR="00CB1CA8" w:rsidRDefault="00CB1CA8">
      <w:r>
        <w:separator/>
      </w:r>
    </w:p>
  </w:footnote>
  <w:footnote w:type="continuationSeparator" w:id="0">
    <w:p w14:paraId="57B4870E" w14:textId="77777777" w:rsidR="00CB1CA8" w:rsidRDefault="00CB1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2CE4B" w14:textId="77777777" w:rsidR="00B808AB" w:rsidRDefault="00B808A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13980" w14:textId="77777777" w:rsidR="00652F28" w:rsidRDefault="00652F28">
    <w:pPr>
      <w:pStyle w:val="Intestazione"/>
      <w:rPr>
        <w:sz w:val="2"/>
        <w:szCs w:val="2"/>
      </w:rPr>
    </w:pPr>
  </w:p>
  <w:tbl>
    <w:tblPr>
      <w:tblW w:w="9516" w:type="dxa"/>
      <w:tblInd w:w="142" w:type="dxa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418"/>
      <w:gridCol w:w="8098"/>
    </w:tblGrid>
    <w:tr w:rsidR="00652F28" w14:paraId="30EDD1D6" w14:textId="77777777" w:rsidTr="00B12851">
      <w:trPr>
        <w:trHeight w:val="116"/>
      </w:trPr>
      <w:tc>
        <w:tcPr>
          <w:tcW w:w="1418" w:type="dxa"/>
          <w:shd w:val="clear" w:color="auto" w:fill="auto"/>
        </w:tcPr>
        <w:p w14:paraId="7FC7BE4F" w14:textId="56118F8E" w:rsidR="00652F28" w:rsidRDefault="00652F28">
          <w:pPr>
            <w:snapToGrid w:val="0"/>
            <w:ind w:left="180"/>
            <w:jc w:val="center"/>
            <w:rPr>
              <w:rFonts w:ascii="Verdana" w:hAnsi="Verdana" w:cs="Verdana"/>
              <w:color w:val="808080"/>
              <w:sz w:val="20"/>
            </w:rPr>
          </w:pPr>
        </w:p>
      </w:tc>
      <w:tc>
        <w:tcPr>
          <w:tcW w:w="8098" w:type="dxa"/>
          <w:shd w:val="clear" w:color="auto" w:fill="auto"/>
        </w:tcPr>
        <w:p w14:paraId="2CDCE299" w14:textId="77777777" w:rsidR="00652F28" w:rsidRDefault="008541C7">
          <w:pPr>
            <w:tabs>
              <w:tab w:val="left" w:pos="675"/>
            </w:tabs>
            <w:snapToGrid w:val="0"/>
            <w:spacing w:line="252" w:lineRule="auto"/>
            <w:ind w:left="-108"/>
          </w:pPr>
          <w:r>
            <w:tab/>
          </w:r>
        </w:p>
      </w:tc>
    </w:tr>
    <w:tr w:rsidR="00652F28" w14:paraId="6675ABAA" w14:textId="77777777" w:rsidTr="00B808AB">
      <w:trPr>
        <w:trHeight w:val="537"/>
      </w:trPr>
      <w:tc>
        <w:tcPr>
          <w:tcW w:w="1418" w:type="dxa"/>
          <w:shd w:val="clear" w:color="auto" w:fill="auto"/>
        </w:tcPr>
        <w:p w14:paraId="2E97D8CF" w14:textId="7ABD10FA" w:rsidR="00652F28" w:rsidRDefault="00B808AB" w:rsidP="00B060E2">
          <w:pPr>
            <w:snapToGrid w:val="0"/>
            <w:ind w:left="426"/>
            <w:jc w:val="center"/>
            <w:rPr>
              <w:rFonts w:ascii="Verdana" w:hAnsi="Verdana" w:cs="Verdana"/>
              <w:color w:val="808080"/>
              <w:sz w:val="18"/>
              <w:szCs w:val="18"/>
            </w:rPr>
          </w:pPr>
          <w:r>
            <w:rPr>
              <w:noProof/>
              <w:sz w:val="18"/>
            </w:rPr>
            <w:drawing>
              <wp:anchor distT="0" distB="0" distL="114300" distR="114300" simplePos="0" relativeHeight="251659776" behindDoc="0" locked="0" layoutInCell="1" allowOverlap="1" wp14:anchorId="56399699" wp14:editId="42413138">
                <wp:simplePos x="0" y="0"/>
                <wp:positionH relativeFrom="column">
                  <wp:posOffset>262255</wp:posOffset>
                </wp:positionH>
                <wp:positionV relativeFrom="paragraph">
                  <wp:posOffset>172720</wp:posOffset>
                </wp:positionV>
                <wp:extent cx="895350" cy="809625"/>
                <wp:effectExtent l="0" t="0" r="0" b="9525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096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98" w:type="dxa"/>
          <w:shd w:val="clear" w:color="auto" w:fill="auto"/>
        </w:tcPr>
        <w:p w14:paraId="12653D6A" w14:textId="77777777" w:rsidR="00652F28" w:rsidRDefault="008541C7" w:rsidP="00B060E2">
          <w:pPr>
            <w:tabs>
              <w:tab w:val="center" w:pos="3958"/>
              <w:tab w:val="left" w:pos="4699"/>
            </w:tabs>
            <w:overflowPunct w:val="0"/>
            <w:spacing w:line="252" w:lineRule="auto"/>
            <w:ind w:left="426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0C1CCA0E" wp14:editId="4EBE494A">
                <wp:extent cx="362585" cy="410210"/>
                <wp:effectExtent l="0" t="0" r="0" b="889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2585" cy="4102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0F1D889" w14:textId="31E53611" w:rsidR="00652F28" w:rsidRDefault="002B68CB" w:rsidP="00B060E2">
          <w:pPr>
            <w:overflowPunct w:val="0"/>
            <w:spacing w:line="252" w:lineRule="auto"/>
            <w:ind w:left="426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>Ministero dell’Istruzione</w:t>
          </w:r>
        </w:p>
        <w:p w14:paraId="690CCF1E" w14:textId="77777777" w:rsidR="00652F28" w:rsidRDefault="008541C7" w:rsidP="00B060E2">
          <w:pPr>
            <w:overflowPunct w:val="0"/>
            <w:spacing w:line="252" w:lineRule="auto"/>
            <w:ind w:left="426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>Ufficio Scolastico Regionale per il Veneto</w:t>
          </w:r>
        </w:p>
        <w:p w14:paraId="2B729973" w14:textId="77777777" w:rsidR="00652F28" w:rsidRDefault="008541C7" w:rsidP="00B060E2">
          <w:pPr>
            <w:ind w:left="426"/>
            <w:jc w:val="center"/>
          </w:pPr>
          <w:r>
            <w:rPr>
              <w:rFonts w:ascii="Verdana" w:hAnsi="Verdana"/>
              <w:b/>
              <w:i/>
              <w:color w:val="002060"/>
              <w:sz w:val="18"/>
              <w:szCs w:val="18"/>
            </w:rPr>
            <w:t>UFFICIO IV - AMBITO TERRITORIALE DI</w:t>
          </w:r>
          <w:r>
            <w:rPr>
              <w:rFonts w:ascii="Verdana" w:hAnsi="Verdana" w:cs="Verdana"/>
              <w:b/>
              <w:i/>
              <w:color w:val="002060"/>
              <w:sz w:val="18"/>
              <w:szCs w:val="18"/>
            </w:rPr>
            <w:t xml:space="preserve"> BELLUNO</w:t>
          </w:r>
        </w:p>
      </w:tc>
    </w:tr>
  </w:tbl>
  <w:p w14:paraId="4B477F42" w14:textId="18E459FE" w:rsidR="00652F28" w:rsidRDefault="00CB6DEE" w:rsidP="00B060E2">
    <w:pPr>
      <w:pStyle w:val="Intestazione"/>
      <w:ind w:left="426" w:right="-1"/>
      <w:jc w:val="center"/>
      <w:rPr>
        <w:szCs w:val="24"/>
      </w:rPr>
    </w:pPr>
    <w:r>
      <w:rPr>
        <w:rFonts w:ascii="Verdana" w:hAnsi="Verdana" w:cs="Tahoma"/>
        <w:i/>
        <w:color w:val="002060"/>
        <w:sz w:val="14"/>
        <w:szCs w:val="14"/>
      </w:rPr>
      <w:t>Via S. Andrea, 1</w:t>
    </w:r>
    <w:r w:rsidRPr="00A775A3">
      <w:rPr>
        <w:rFonts w:ascii="Verdana" w:hAnsi="Verdana" w:cs="Tahoma"/>
        <w:i/>
        <w:color w:val="002060"/>
        <w:sz w:val="14"/>
        <w:szCs w:val="14"/>
      </w:rPr>
      <w:t xml:space="preserve"> – 32100 Belluno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7487E" w14:textId="77777777" w:rsidR="00B808AB" w:rsidRDefault="00B808A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008B5"/>
    <w:multiLevelType w:val="multilevel"/>
    <w:tmpl w:val="58F88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C93786C"/>
    <w:multiLevelType w:val="multilevel"/>
    <w:tmpl w:val="444A38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6FC4D9C"/>
    <w:multiLevelType w:val="hybridMultilevel"/>
    <w:tmpl w:val="D2D822C0"/>
    <w:lvl w:ilvl="0" w:tplc="DBD894E6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A4A0772"/>
    <w:multiLevelType w:val="hybridMultilevel"/>
    <w:tmpl w:val="79DC9168"/>
    <w:lvl w:ilvl="0" w:tplc="2E8AC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BEE7325"/>
    <w:multiLevelType w:val="multilevel"/>
    <w:tmpl w:val="42E81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2DF2DE9"/>
    <w:multiLevelType w:val="hybridMultilevel"/>
    <w:tmpl w:val="405A3B72"/>
    <w:lvl w:ilvl="0" w:tplc="3F4CAC6C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03B"/>
    <w:rsid w:val="000339FE"/>
    <w:rsid w:val="0003708A"/>
    <w:rsid w:val="000477FB"/>
    <w:rsid w:val="00063627"/>
    <w:rsid w:val="00094964"/>
    <w:rsid w:val="000F1D0D"/>
    <w:rsid w:val="00125424"/>
    <w:rsid w:val="00160DFB"/>
    <w:rsid w:val="001B5196"/>
    <w:rsid w:val="002206CF"/>
    <w:rsid w:val="00244638"/>
    <w:rsid w:val="00245388"/>
    <w:rsid w:val="00271489"/>
    <w:rsid w:val="002A2E70"/>
    <w:rsid w:val="002B3EC4"/>
    <w:rsid w:val="002B68CB"/>
    <w:rsid w:val="002C6EF3"/>
    <w:rsid w:val="002E21DC"/>
    <w:rsid w:val="002F203B"/>
    <w:rsid w:val="002F7919"/>
    <w:rsid w:val="0032075E"/>
    <w:rsid w:val="003701CA"/>
    <w:rsid w:val="0038486E"/>
    <w:rsid w:val="003958BB"/>
    <w:rsid w:val="003F0DC4"/>
    <w:rsid w:val="004019E0"/>
    <w:rsid w:val="00402EAB"/>
    <w:rsid w:val="0042080B"/>
    <w:rsid w:val="0043056E"/>
    <w:rsid w:val="00433B9C"/>
    <w:rsid w:val="00450D26"/>
    <w:rsid w:val="004A6B14"/>
    <w:rsid w:val="004C200E"/>
    <w:rsid w:val="004E20AF"/>
    <w:rsid w:val="004F0AE4"/>
    <w:rsid w:val="005250D5"/>
    <w:rsid w:val="00542270"/>
    <w:rsid w:val="00570877"/>
    <w:rsid w:val="005913BB"/>
    <w:rsid w:val="00591D4A"/>
    <w:rsid w:val="00596FC3"/>
    <w:rsid w:val="005A5619"/>
    <w:rsid w:val="005D7475"/>
    <w:rsid w:val="005E1604"/>
    <w:rsid w:val="005F65B4"/>
    <w:rsid w:val="006217DA"/>
    <w:rsid w:val="00646307"/>
    <w:rsid w:val="00652F28"/>
    <w:rsid w:val="00663D30"/>
    <w:rsid w:val="00686819"/>
    <w:rsid w:val="00692624"/>
    <w:rsid w:val="006A63EE"/>
    <w:rsid w:val="006F2C60"/>
    <w:rsid w:val="006F410D"/>
    <w:rsid w:val="00717605"/>
    <w:rsid w:val="00761671"/>
    <w:rsid w:val="007709FB"/>
    <w:rsid w:val="007743CF"/>
    <w:rsid w:val="007E04D8"/>
    <w:rsid w:val="007E1E14"/>
    <w:rsid w:val="007F2B4C"/>
    <w:rsid w:val="007F42F0"/>
    <w:rsid w:val="00843250"/>
    <w:rsid w:val="008535AE"/>
    <w:rsid w:val="008541C7"/>
    <w:rsid w:val="0088090D"/>
    <w:rsid w:val="008928AD"/>
    <w:rsid w:val="00893479"/>
    <w:rsid w:val="008B592B"/>
    <w:rsid w:val="008B70E5"/>
    <w:rsid w:val="00901B84"/>
    <w:rsid w:val="00917341"/>
    <w:rsid w:val="00921A84"/>
    <w:rsid w:val="00925990"/>
    <w:rsid w:val="0092599C"/>
    <w:rsid w:val="00937CDA"/>
    <w:rsid w:val="009418B0"/>
    <w:rsid w:val="00956A82"/>
    <w:rsid w:val="009907C6"/>
    <w:rsid w:val="009C0914"/>
    <w:rsid w:val="00A420D0"/>
    <w:rsid w:val="00A71E62"/>
    <w:rsid w:val="00A822BA"/>
    <w:rsid w:val="00AE0C5D"/>
    <w:rsid w:val="00AE1174"/>
    <w:rsid w:val="00AE2838"/>
    <w:rsid w:val="00B060E2"/>
    <w:rsid w:val="00B12851"/>
    <w:rsid w:val="00B22AE5"/>
    <w:rsid w:val="00B567B7"/>
    <w:rsid w:val="00B64348"/>
    <w:rsid w:val="00B645E9"/>
    <w:rsid w:val="00B70D62"/>
    <w:rsid w:val="00B7350D"/>
    <w:rsid w:val="00B736D9"/>
    <w:rsid w:val="00B808AB"/>
    <w:rsid w:val="00B8359A"/>
    <w:rsid w:val="00B96B32"/>
    <w:rsid w:val="00BA1230"/>
    <w:rsid w:val="00BB1061"/>
    <w:rsid w:val="00BB2F97"/>
    <w:rsid w:val="00BC755C"/>
    <w:rsid w:val="00BE674C"/>
    <w:rsid w:val="00C1105F"/>
    <w:rsid w:val="00C32B5B"/>
    <w:rsid w:val="00C67684"/>
    <w:rsid w:val="00C8736E"/>
    <w:rsid w:val="00CB1CA8"/>
    <w:rsid w:val="00CB6DEE"/>
    <w:rsid w:val="00CC7DF3"/>
    <w:rsid w:val="00CD5EFC"/>
    <w:rsid w:val="00CE26CC"/>
    <w:rsid w:val="00D059A9"/>
    <w:rsid w:val="00D06E84"/>
    <w:rsid w:val="00D2477A"/>
    <w:rsid w:val="00D47789"/>
    <w:rsid w:val="00D6667C"/>
    <w:rsid w:val="00D72D29"/>
    <w:rsid w:val="00D82460"/>
    <w:rsid w:val="00DE5D81"/>
    <w:rsid w:val="00DF3DB3"/>
    <w:rsid w:val="00E214B6"/>
    <w:rsid w:val="00E248FD"/>
    <w:rsid w:val="00E26589"/>
    <w:rsid w:val="00E51B3D"/>
    <w:rsid w:val="00E6179C"/>
    <w:rsid w:val="00EA01E3"/>
    <w:rsid w:val="00EC6E52"/>
    <w:rsid w:val="00EE0A15"/>
    <w:rsid w:val="00F04A73"/>
    <w:rsid w:val="00F053A3"/>
    <w:rsid w:val="00F111A5"/>
    <w:rsid w:val="00F2363A"/>
    <w:rsid w:val="00F3704D"/>
    <w:rsid w:val="00F42A56"/>
    <w:rsid w:val="00F54416"/>
    <w:rsid w:val="00F76D99"/>
    <w:rsid w:val="00FA095F"/>
    <w:rsid w:val="00FB14CA"/>
    <w:rsid w:val="00FB648A"/>
    <w:rsid w:val="00FC0245"/>
    <w:rsid w:val="00FC3C20"/>
    <w:rsid w:val="00FF1276"/>
    <w:rsid w:val="00FF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042E7"/>
  <w15:docId w15:val="{00BE49FA-3B21-4334-9612-CBFBC2E5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3758"/>
    <w:pPr>
      <w:textAlignment w:val="baseline"/>
    </w:pPr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link w:val="Titolo1Carattere"/>
    <w:qFormat/>
    <w:rsid w:val="00167830"/>
    <w:pPr>
      <w:keepNext/>
      <w:widowControl w:val="0"/>
      <w:jc w:val="center"/>
      <w:outlineLvl w:val="0"/>
    </w:pPr>
    <w:rPr>
      <w:b/>
      <w:sz w:val="20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1035B"/>
    <w:rPr>
      <w:color w:val="0563C1" w:themeColor="hyperlink"/>
      <w:u w:val="single"/>
    </w:rPr>
  </w:style>
  <w:style w:type="character" w:customStyle="1" w:styleId="Titolo1Carattere">
    <w:name w:val="Titolo 1 Carattere"/>
    <w:link w:val="Titolo11"/>
    <w:qFormat/>
    <w:rsid w:val="00167830"/>
    <w:rPr>
      <w:b/>
      <w:lang w:val="it-IT" w:eastAsia="it-IT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E0E68"/>
  </w:style>
  <w:style w:type="character" w:styleId="Rimandonotaapidipagina">
    <w:name w:val="footnote reference"/>
    <w:uiPriority w:val="99"/>
    <w:semiHidden/>
    <w:unhideWhenUsed/>
    <w:qFormat/>
    <w:rsid w:val="008E0E68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C5972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C5972"/>
    <w:rPr>
      <w:sz w:val="24"/>
    </w:rPr>
  </w:style>
  <w:style w:type="character" w:customStyle="1" w:styleId="Caratteredinumerazione">
    <w:name w:val="Carattere di numerazione"/>
    <w:qFormat/>
  </w:style>
  <w:style w:type="paragraph" w:styleId="Titolo">
    <w:name w:val="Title"/>
    <w:basedOn w:val="Normale"/>
    <w:next w:val="Corpotesto"/>
    <w:qFormat/>
    <w:rsid w:val="00E66D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66D17"/>
    <w:pPr>
      <w:spacing w:after="140" w:line="288" w:lineRule="auto"/>
    </w:pPr>
  </w:style>
  <w:style w:type="paragraph" w:styleId="Elenco">
    <w:name w:val="List"/>
    <w:basedOn w:val="Corpotesto"/>
    <w:rsid w:val="00E66D17"/>
    <w:rPr>
      <w:rFonts w:cs="Lucida Sans"/>
    </w:rPr>
  </w:style>
  <w:style w:type="paragraph" w:customStyle="1" w:styleId="Didascalia1">
    <w:name w:val="Didascalia1"/>
    <w:basedOn w:val="Normale"/>
    <w:qFormat/>
    <w:rsid w:val="00E66D17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ice">
    <w:name w:val="Indice"/>
    <w:basedOn w:val="Normale"/>
    <w:qFormat/>
    <w:rsid w:val="00E66D17"/>
    <w:pPr>
      <w:suppressLineNumbers/>
    </w:pPr>
    <w:rPr>
      <w:rFonts w:cs="Lucida Sans"/>
    </w:rPr>
  </w:style>
  <w:style w:type="paragraph" w:styleId="Intestazione">
    <w:name w:val="header"/>
    <w:basedOn w:val="Normale"/>
    <w:link w:val="Intestazione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DC597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qFormat/>
    <w:rsid w:val="00823893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qFormat/>
    <w:rsid w:val="008E0E68"/>
    <w:rPr>
      <w:sz w:val="20"/>
    </w:rPr>
  </w:style>
  <w:style w:type="table" w:styleId="Grigliatabella">
    <w:name w:val="Table Grid"/>
    <w:basedOn w:val="Tabellanormale"/>
    <w:rsid w:val="00B43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2658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8359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359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B70D62"/>
    <w:pPr>
      <w:spacing w:before="100" w:beforeAutospacing="1" w:after="100" w:afterAutospacing="1"/>
      <w:textAlignment w:val="auto"/>
    </w:pPr>
    <w:rPr>
      <w:color w:val="auto"/>
      <w:szCs w:val="24"/>
    </w:rPr>
  </w:style>
  <w:style w:type="paragraph" w:customStyle="1" w:styleId="Default">
    <w:name w:val="Default"/>
    <w:rsid w:val="00160DF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160D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7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5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ustbelluno.educazionefisica@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rete\2018_2019\UAT\circolari\master\modello_di_circolare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modello_di_circolare2</Template>
  <TotalTime>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Intestazione_UST_2013_14</vt:lpstr>
    </vt:vector>
  </TitlesOfParts>
  <Company>M.I.U.R. Direzione Regionale del Veneto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Intestazione_UST_2013_14</dc:title>
  <dc:creator>user</dc:creator>
  <cp:lastModifiedBy>DAMIN VALENTINA</cp:lastModifiedBy>
  <cp:revision>2</cp:revision>
  <cp:lastPrinted>2020-02-12T09:35:00Z</cp:lastPrinted>
  <dcterms:created xsi:type="dcterms:W3CDTF">2022-02-21T08:33:00Z</dcterms:created>
  <dcterms:modified xsi:type="dcterms:W3CDTF">2022-02-21T08:33:00Z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M.I.U.R. Direzione Regionale del Veneto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